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6D71" w:rsidRPr="00BD6D71" w:rsidRDefault="00BE4B71" w:rsidP="00BD6D71">
      <w:bookmarkStart w:id="0" w:name="_GoBack"/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-515620</wp:posOffset>
            </wp:positionH>
            <wp:positionV relativeFrom="paragraph">
              <wp:posOffset>-772321</wp:posOffset>
            </wp:positionV>
            <wp:extent cx="5777727" cy="3746310"/>
            <wp:effectExtent l="0" t="0" r="0" b="6985"/>
            <wp:wrapNone/>
            <wp:docPr id="2" name="図 2" descr="C:\Users\tsuchiya\AppData\Local\Microsoft\Windows\INetCache\Content.Word\寒中見舞い-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suchiya\AppData\Local\Microsoft\Windows\INetCache\Content.Word\寒中見舞い-17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7727" cy="3746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681989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70F8C30" wp14:editId="7A81B0E0">
                <wp:simplePos x="0" y="0"/>
                <wp:positionH relativeFrom="margin">
                  <wp:align>right</wp:align>
                </wp:positionH>
                <wp:positionV relativeFrom="paragraph">
                  <wp:posOffset>18847</wp:posOffset>
                </wp:positionV>
                <wp:extent cx="4593590" cy="401955"/>
                <wp:effectExtent l="0" t="0" r="0" b="0"/>
                <wp:wrapSquare wrapText="bothSides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93590" cy="4019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D6D71" w:rsidRPr="004A64C7" w:rsidRDefault="00BD6D71" w:rsidP="002C12CC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noProof/>
                                <w:sz w:val="36"/>
                                <w:szCs w:val="36"/>
                              </w:rPr>
                            </w:pPr>
                            <w:r w:rsidRPr="004A64C7">
                              <w:rPr>
                                <w:rFonts w:ascii="HG丸ｺﾞｼｯｸM-PRO" w:eastAsia="HG丸ｺﾞｼｯｸM-PRO" w:hAnsi="HG丸ｺﾞｼｯｸM-PRO" w:hint="eastAsia"/>
                                <w:noProof/>
                                <w:sz w:val="36"/>
                                <w:szCs w:val="36"/>
                              </w:rPr>
                              <w:t>寒中お見舞い申し上げます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0F8C3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10.5pt;margin-top:1.5pt;width:361.7pt;height:31.6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" filled="f" stroked="f" strokeweight=".5pt">
                <v:textbox inset="5.85pt,.7pt,5.85pt,.7pt">
                  <w:txbxContent>
                    <w:p w:rsidR="00BD6D71" w:rsidRPr="004A64C7" w:rsidRDefault="00BD6D71" w:rsidP="002C12CC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noProof/>
                          <w:sz w:val="36"/>
                          <w:szCs w:val="36"/>
                        </w:rPr>
                      </w:pPr>
                      <w:r w:rsidRPr="004A64C7">
                        <w:rPr>
                          <w:rFonts w:ascii="HG丸ｺﾞｼｯｸM-PRO" w:eastAsia="HG丸ｺﾞｼｯｸM-PRO" w:hAnsi="HG丸ｺﾞｼｯｸM-PRO" w:hint="eastAsia"/>
                          <w:noProof/>
                          <w:sz w:val="36"/>
                          <w:szCs w:val="36"/>
                        </w:rPr>
                        <w:t>寒中お見舞い申し上げます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BD6D71" w:rsidRPr="00BD6D71" w:rsidSect="00A92C5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8392" w:h="5670" w:orient="landscape" w:code="43"/>
      <w:pgMar w:top="851" w:right="567" w:bottom="851" w:left="567" w:header="720" w:footer="72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5098" w:rsidRDefault="00DD5098" w:rsidP="004E0190">
      <w:r>
        <w:separator/>
      </w:r>
    </w:p>
  </w:endnote>
  <w:endnote w:type="continuationSeparator" w:id="0">
    <w:p w:rsidR="00DD5098" w:rsidRDefault="00DD5098" w:rsidP="004E0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2C5D" w:rsidRDefault="00A92C5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2C5D" w:rsidRDefault="00A92C5D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2C5D" w:rsidRDefault="00A92C5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5098" w:rsidRDefault="00DD5098" w:rsidP="004E0190">
      <w:r>
        <w:separator/>
      </w:r>
    </w:p>
  </w:footnote>
  <w:footnote w:type="continuationSeparator" w:id="0">
    <w:p w:rsidR="00DD5098" w:rsidRDefault="00DD5098" w:rsidP="004E01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2C5D" w:rsidRDefault="00A92C5D" w:rsidP="00A92C5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2C5D" w:rsidRDefault="00A92C5D" w:rsidP="00A92C5D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2C5D" w:rsidRDefault="00A92C5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removePersonalInformation/>
  <w:removeDateAndTime/>
  <w:embedSystemFonts/>
  <w:bordersDoNotSurroundHeader/>
  <w:bordersDoNotSurroundFooter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4E0E"/>
    <w:rsid w:val="00007EFC"/>
    <w:rsid w:val="000111E2"/>
    <w:rsid w:val="00031EAF"/>
    <w:rsid w:val="000328B1"/>
    <w:rsid w:val="000477E6"/>
    <w:rsid w:val="0007191C"/>
    <w:rsid w:val="0009007B"/>
    <w:rsid w:val="000C1090"/>
    <w:rsid w:val="000C19D8"/>
    <w:rsid w:val="00137B1C"/>
    <w:rsid w:val="00150913"/>
    <w:rsid w:val="0016628B"/>
    <w:rsid w:val="00177788"/>
    <w:rsid w:val="00186998"/>
    <w:rsid w:val="001B5208"/>
    <w:rsid w:val="002146A8"/>
    <w:rsid w:val="0022450E"/>
    <w:rsid w:val="00233FC2"/>
    <w:rsid w:val="00245A8E"/>
    <w:rsid w:val="00246FEA"/>
    <w:rsid w:val="0024718F"/>
    <w:rsid w:val="002626EE"/>
    <w:rsid w:val="00275E5D"/>
    <w:rsid w:val="002A4627"/>
    <w:rsid w:val="002B167E"/>
    <w:rsid w:val="002C12CC"/>
    <w:rsid w:val="002D02AC"/>
    <w:rsid w:val="003110AB"/>
    <w:rsid w:val="003140A5"/>
    <w:rsid w:val="00340CE7"/>
    <w:rsid w:val="00381D0B"/>
    <w:rsid w:val="00395F04"/>
    <w:rsid w:val="003A0D75"/>
    <w:rsid w:val="003B412C"/>
    <w:rsid w:val="003D6B05"/>
    <w:rsid w:val="003E55C8"/>
    <w:rsid w:val="003F1A34"/>
    <w:rsid w:val="00400747"/>
    <w:rsid w:val="004350A6"/>
    <w:rsid w:val="00453822"/>
    <w:rsid w:val="004A195C"/>
    <w:rsid w:val="004A64C7"/>
    <w:rsid w:val="004E0190"/>
    <w:rsid w:val="004E6CB9"/>
    <w:rsid w:val="004F488B"/>
    <w:rsid w:val="00504C08"/>
    <w:rsid w:val="0052439C"/>
    <w:rsid w:val="0053441E"/>
    <w:rsid w:val="0054608B"/>
    <w:rsid w:val="005645CF"/>
    <w:rsid w:val="005B1E6A"/>
    <w:rsid w:val="005E06E1"/>
    <w:rsid w:val="00607786"/>
    <w:rsid w:val="006177E0"/>
    <w:rsid w:val="00617CA9"/>
    <w:rsid w:val="006525DC"/>
    <w:rsid w:val="00681989"/>
    <w:rsid w:val="00697E77"/>
    <w:rsid w:val="006C0513"/>
    <w:rsid w:val="00724FBF"/>
    <w:rsid w:val="00733928"/>
    <w:rsid w:val="007354E1"/>
    <w:rsid w:val="00776CFD"/>
    <w:rsid w:val="007E215A"/>
    <w:rsid w:val="00821391"/>
    <w:rsid w:val="008316B1"/>
    <w:rsid w:val="0083413F"/>
    <w:rsid w:val="00840015"/>
    <w:rsid w:val="00863324"/>
    <w:rsid w:val="00890B10"/>
    <w:rsid w:val="00894E0E"/>
    <w:rsid w:val="00895D8A"/>
    <w:rsid w:val="008C0D90"/>
    <w:rsid w:val="00961A53"/>
    <w:rsid w:val="009753C9"/>
    <w:rsid w:val="009B3278"/>
    <w:rsid w:val="009D6630"/>
    <w:rsid w:val="009E27F1"/>
    <w:rsid w:val="00A07B14"/>
    <w:rsid w:val="00A13072"/>
    <w:rsid w:val="00A21B07"/>
    <w:rsid w:val="00A23A55"/>
    <w:rsid w:val="00A92C5D"/>
    <w:rsid w:val="00AC6EE1"/>
    <w:rsid w:val="00AD1C4D"/>
    <w:rsid w:val="00AD4AAF"/>
    <w:rsid w:val="00AD7447"/>
    <w:rsid w:val="00AF3DC7"/>
    <w:rsid w:val="00B01958"/>
    <w:rsid w:val="00B12EE9"/>
    <w:rsid w:val="00B757BB"/>
    <w:rsid w:val="00B90534"/>
    <w:rsid w:val="00B92020"/>
    <w:rsid w:val="00BA5800"/>
    <w:rsid w:val="00BD596C"/>
    <w:rsid w:val="00BD6D71"/>
    <w:rsid w:val="00BE4B71"/>
    <w:rsid w:val="00C85D2A"/>
    <w:rsid w:val="00C97942"/>
    <w:rsid w:val="00CC1285"/>
    <w:rsid w:val="00CD6D6E"/>
    <w:rsid w:val="00CF4D6B"/>
    <w:rsid w:val="00D21BC0"/>
    <w:rsid w:val="00D26F53"/>
    <w:rsid w:val="00D27F30"/>
    <w:rsid w:val="00D52799"/>
    <w:rsid w:val="00D5489F"/>
    <w:rsid w:val="00D601B8"/>
    <w:rsid w:val="00D61D4A"/>
    <w:rsid w:val="00DA1D15"/>
    <w:rsid w:val="00DA25A6"/>
    <w:rsid w:val="00DB1A24"/>
    <w:rsid w:val="00DD5098"/>
    <w:rsid w:val="00DE3F79"/>
    <w:rsid w:val="00DF6C6F"/>
    <w:rsid w:val="00E357CC"/>
    <w:rsid w:val="00E520CF"/>
    <w:rsid w:val="00E62AC0"/>
    <w:rsid w:val="00E70AC9"/>
    <w:rsid w:val="00E92671"/>
    <w:rsid w:val="00EC3E1D"/>
    <w:rsid w:val="00ED363E"/>
    <w:rsid w:val="00EF10E6"/>
    <w:rsid w:val="00F128C1"/>
    <w:rsid w:val="00F7692E"/>
    <w:rsid w:val="00FB3CF0"/>
    <w:rsid w:val="00FF7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645C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07786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4E01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4E0190"/>
    <w:rPr>
      <w:kern w:val="2"/>
      <w:sz w:val="21"/>
      <w:szCs w:val="24"/>
    </w:rPr>
  </w:style>
  <w:style w:type="paragraph" w:styleId="a6">
    <w:name w:val="footer"/>
    <w:basedOn w:val="a"/>
    <w:link w:val="a7"/>
    <w:rsid w:val="004E01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4E019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Root\Templates\1041\RPCARD20.WIZ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RPCARD20.WIZ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2017-05-10T12:10:00Z</dcterms:created>
  <dcterms:modified xsi:type="dcterms:W3CDTF">2017-11-06T08:51:00Z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engo">
    <vt:i4>1</vt:i4>
  </property>
  <property fmtid="{D5CDD505-2E9C-101B-9397-08002B2CF9AE}" pid="3" name="WizardSucceeded">
    <vt:i4>1</vt:i4>
  </property>
  <property fmtid="{D5CDD505-2E9C-101B-9397-08002B2CF9AE}" pid="4" name="CardType">
    <vt:i4>2</vt:i4>
  </property>
  <property fmtid="{D5CDD505-2E9C-101B-9397-08002B2CF9AE}" pid="5" name="Layout">
    <vt:i4>19</vt:i4>
  </property>
</Properties>
</file>